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6E5" w:rsidRPr="00CD530C" w:rsidRDefault="00106582" w:rsidP="0053729E">
      <w:pPr>
        <w:spacing w:after="0" w:line="240" w:lineRule="auto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r w:rsidRPr="00CD530C">
        <w:rPr>
          <w:rFonts w:ascii="PT Astra Serif" w:hAnsi="PT Astra Serif" w:cs="Times New Roman"/>
          <w:b/>
          <w:sz w:val="28"/>
          <w:szCs w:val="28"/>
        </w:rPr>
        <w:t xml:space="preserve">ПОЯСНИТЕЛЬНАЯ ЗАПИСКА </w:t>
      </w:r>
    </w:p>
    <w:p w:rsidR="00123F03" w:rsidRPr="00CD530C" w:rsidRDefault="000166E5" w:rsidP="00446B91">
      <w:pPr>
        <w:spacing w:after="0" w:line="240" w:lineRule="auto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 w:rsidRPr="00CD530C">
        <w:rPr>
          <w:rFonts w:ascii="PT Astra Serif" w:hAnsi="PT Astra Serif" w:cs="Times New Roman"/>
          <w:b/>
          <w:sz w:val="28"/>
          <w:szCs w:val="28"/>
        </w:rPr>
        <w:t xml:space="preserve">к проекту </w:t>
      </w:r>
      <w:r w:rsidR="00106582" w:rsidRPr="00CD530C">
        <w:rPr>
          <w:rFonts w:ascii="PT Astra Serif" w:hAnsi="PT Astra Serif" w:cs="Times New Roman"/>
          <w:b/>
          <w:sz w:val="28"/>
          <w:szCs w:val="28"/>
        </w:rPr>
        <w:t>з</w:t>
      </w:r>
      <w:r w:rsidRPr="00CD530C">
        <w:rPr>
          <w:rFonts w:ascii="PT Astra Serif" w:hAnsi="PT Astra Serif" w:cs="Times New Roman"/>
          <w:b/>
          <w:sz w:val="28"/>
          <w:szCs w:val="28"/>
        </w:rPr>
        <w:t xml:space="preserve">акона Ульяновской области </w:t>
      </w:r>
    </w:p>
    <w:p w:rsidR="00390EAC" w:rsidRPr="00CD530C" w:rsidRDefault="003872D1" w:rsidP="00390E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CD530C">
        <w:rPr>
          <w:rFonts w:ascii="PT Astra Serif" w:hAnsi="PT Astra Serif"/>
          <w:sz w:val="28"/>
          <w:szCs w:val="28"/>
        </w:rPr>
        <w:t>«</w:t>
      </w:r>
      <w:r w:rsidR="00390EAC" w:rsidRPr="00CD530C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>О внесении изменений в статью 2 Закона Ульяновской области</w:t>
      </w:r>
    </w:p>
    <w:p w:rsidR="00390EAC" w:rsidRPr="00CD530C" w:rsidRDefault="00390EAC" w:rsidP="00390E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CD530C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 xml:space="preserve">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</w:t>
      </w:r>
    </w:p>
    <w:p w:rsidR="000166E5" w:rsidRPr="00CD530C" w:rsidRDefault="00390EAC" w:rsidP="00390EAC">
      <w:pPr>
        <w:pStyle w:val="1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CD530C">
        <w:rPr>
          <w:rFonts w:ascii="PT Astra Serif" w:eastAsia="Arial Unicode MS" w:hAnsi="PT Astra Serif" w:cs="Arial"/>
          <w:color w:val="000000"/>
          <w:kern w:val="2"/>
          <w:sz w:val="28"/>
          <w:szCs w:val="28"/>
          <w:lang w:eastAsia="ar-SA" w:bidi="hi-IN"/>
        </w:rPr>
        <w:t>на территории Ульяновской области»</w:t>
      </w:r>
    </w:p>
    <w:p w:rsidR="00123F03" w:rsidRPr="00CD530C" w:rsidRDefault="00123F03" w:rsidP="00123F03">
      <w:pPr>
        <w:pStyle w:val="1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390EAC" w:rsidRPr="00CD530C" w:rsidRDefault="00390EAC" w:rsidP="00123F03">
      <w:pPr>
        <w:pStyle w:val="1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DD14C0" w:rsidRPr="00CD530C" w:rsidRDefault="006F72B6" w:rsidP="00390EAC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CD530C">
        <w:rPr>
          <w:rFonts w:ascii="PT Astra Serif" w:hAnsi="PT Astra Serif"/>
          <w:b w:val="0"/>
          <w:sz w:val="28"/>
          <w:szCs w:val="28"/>
        </w:rPr>
        <w:t xml:space="preserve">Проект закона Ульяновской области </w:t>
      </w:r>
      <w:r w:rsidR="00123F03" w:rsidRPr="00CD530C">
        <w:rPr>
          <w:rFonts w:ascii="PT Astra Serif" w:hAnsi="PT Astra Serif"/>
          <w:b w:val="0"/>
          <w:sz w:val="28"/>
          <w:szCs w:val="28"/>
        </w:rPr>
        <w:t>«</w:t>
      </w:r>
      <w:r w:rsidR="00390EAC" w:rsidRPr="00CD530C">
        <w:rPr>
          <w:rFonts w:ascii="PT Astra Serif" w:hAnsi="PT Astra Serif"/>
          <w:b w:val="0"/>
          <w:sz w:val="28"/>
          <w:szCs w:val="28"/>
        </w:rPr>
        <w:t>О внесении изменений в статью 2 Закона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</w:t>
      </w:r>
      <w:r w:rsidR="00123F03" w:rsidRPr="00CD530C">
        <w:rPr>
          <w:rFonts w:ascii="PT Astra Serif" w:hAnsi="PT Astra Serif"/>
          <w:b w:val="0"/>
          <w:sz w:val="28"/>
          <w:szCs w:val="28"/>
        </w:rPr>
        <w:t xml:space="preserve">» </w:t>
      </w:r>
      <w:r w:rsidR="00106582" w:rsidRPr="00CD530C">
        <w:rPr>
          <w:rFonts w:ascii="PT Astra Serif" w:hAnsi="PT Astra Serif"/>
          <w:b w:val="0"/>
          <w:sz w:val="28"/>
          <w:szCs w:val="28"/>
        </w:rPr>
        <w:t>разработан</w:t>
      </w:r>
      <w:r w:rsidR="00CE742A" w:rsidRPr="00CD530C">
        <w:rPr>
          <w:rFonts w:ascii="PT Astra Serif" w:hAnsi="PT Astra Serif"/>
          <w:b w:val="0"/>
          <w:sz w:val="28"/>
          <w:szCs w:val="28"/>
        </w:rPr>
        <w:t xml:space="preserve"> </w:t>
      </w:r>
      <w:r w:rsidR="00DD14C0" w:rsidRPr="00CD530C">
        <w:rPr>
          <w:rFonts w:ascii="PT Astra Serif" w:hAnsi="PT Astra Serif"/>
          <w:b w:val="0"/>
          <w:sz w:val="28"/>
          <w:szCs w:val="28"/>
        </w:rPr>
        <w:t xml:space="preserve">в связи с необходимостью приведения </w:t>
      </w:r>
      <w:r w:rsidR="00446B91" w:rsidRPr="00CD530C">
        <w:rPr>
          <w:rFonts w:ascii="PT Astra Serif" w:hAnsi="PT Astra Serif"/>
          <w:b w:val="0"/>
          <w:sz w:val="28"/>
          <w:szCs w:val="28"/>
        </w:rPr>
        <w:t>законодательства</w:t>
      </w:r>
      <w:r w:rsidR="008D6EB6" w:rsidRPr="00CD530C">
        <w:rPr>
          <w:rFonts w:ascii="PT Astra Serif" w:hAnsi="PT Astra Serif"/>
          <w:b w:val="0"/>
          <w:sz w:val="28"/>
          <w:szCs w:val="28"/>
        </w:rPr>
        <w:t xml:space="preserve"> Ульяновской области в</w:t>
      </w:r>
      <w:r w:rsidR="00DD14C0" w:rsidRPr="00CD530C">
        <w:rPr>
          <w:rFonts w:ascii="PT Astra Serif" w:hAnsi="PT Astra Serif"/>
          <w:b w:val="0"/>
          <w:sz w:val="28"/>
          <w:szCs w:val="28"/>
        </w:rPr>
        <w:t xml:space="preserve"> соответствие </w:t>
      </w:r>
      <w:r w:rsidR="00446B91" w:rsidRPr="00CD530C">
        <w:rPr>
          <w:rFonts w:ascii="PT Astra Serif" w:hAnsi="PT Astra Serif"/>
          <w:b w:val="0"/>
          <w:sz w:val="28"/>
          <w:szCs w:val="28"/>
        </w:rPr>
        <w:t>с Федеральным</w:t>
      </w:r>
      <w:r w:rsidR="00DD14C0" w:rsidRPr="00CD530C">
        <w:rPr>
          <w:rFonts w:ascii="PT Astra Serif" w:hAnsi="PT Astra Serif"/>
          <w:b w:val="0"/>
          <w:sz w:val="28"/>
          <w:szCs w:val="28"/>
        </w:rPr>
        <w:t xml:space="preserve"> закон</w:t>
      </w:r>
      <w:r w:rsidR="00446B91" w:rsidRPr="00CD530C">
        <w:rPr>
          <w:rFonts w:ascii="PT Astra Serif" w:hAnsi="PT Astra Serif"/>
          <w:b w:val="0"/>
          <w:sz w:val="28"/>
          <w:szCs w:val="28"/>
        </w:rPr>
        <w:t>ом</w:t>
      </w:r>
      <w:r w:rsidR="00DD14C0" w:rsidRPr="00CD530C">
        <w:rPr>
          <w:rFonts w:ascii="PT Astra Serif" w:hAnsi="PT Astra Serif"/>
          <w:b w:val="0"/>
          <w:sz w:val="28"/>
          <w:szCs w:val="28"/>
        </w:rPr>
        <w:t xml:space="preserve"> от 2</w:t>
      </w:r>
      <w:r w:rsidR="00123F03" w:rsidRPr="00CD530C">
        <w:rPr>
          <w:rFonts w:ascii="PT Astra Serif" w:hAnsi="PT Astra Serif"/>
          <w:b w:val="0"/>
          <w:sz w:val="28"/>
          <w:szCs w:val="28"/>
        </w:rPr>
        <w:t>9</w:t>
      </w:r>
      <w:r w:rsidR="00DD14C0" w:rsidRPr="00CD530C">
        <w:rPr>
          <w:rFonts w:ascii="PT Astra Serif" w:hAnsi="PT Astra Serif"/>
          <w:b w:val="0"/>
          <w:sz w:val="28"/>
          <w:szCs w:val="28"/>
        </w:rPr>
        <w:t>.12.202</w:t>
      </w:r>
      <w:r w:rsidR="00123F03" w:rsidRPr="00CD530C">
        <w:rPr>
          <w:rFonts w:ascii="PT Astra Serif" w:hAnsi="PT Astra Serif"/>
          <w:b w:val="0"/>
          <w:sz w:val="28"/>
          <w:szCs w:val="28"/>
        </w:rPr>
        <w:t>2</w:t>
      </w:r>
      <w:r w:rsidR="00DD14C0" w:rsidRPr="00CD530C">
        <w:rPr>
          <w:rFonts w:ascii="PT Astra Serif" w:hAnsi="PT Astra Serif"/>
          <w:b w:val="0"/>
          <w:sz w:val="28"/>
          <w:szCs w:val="28"/>
        </w:rPr>
        <w:t xml:space="preserve"> № </w:t>
      </w:r>
      <w:r w:rsidR="00123F03" w:rsidRPr="00CD530C">
        <w:rPr>
          <w:rFonts w:ascii="PT Astra Serif" w:hAnsi="PT Astra Serif"/>
          <w:b w:val="0"/>
          <w:sz w:val="28"/>
          <w:szCs w:val="28"/>
        </w:rPr>
        <w:t>631</w:t>
      </w:r>
      <w:r w:rsidR="00DD14C0" w:rsidRPr="00CD530C">
        <w:rPr>
          <w:rFonts w:ascii="PT Astra Serif" w:hAnsi="PT Astra Serif"/>
          <w:b w:val="0"/>
          <w:sz w:val="28"/>
          <w:szCs w:val="28"/>
        </w:rPr>
        <w:t xml:space="preserve">-ФЗ </w:t>
      </w:r>
      <w:r w:rsidR="00123F03" w:rsidRPr="00CD530C">
        <w:rPr>
          <w:rFonts w:ascii="PT Astra Serif" w:hAnsi="PT Astra Serif"/>
          <w:b w:val="0"/>
          <w:sz w:val="28"/>
          <w:szCs w:val="28"/>
        </w:rPr>
        <w:t>«О внесении изменений в Федеральный закон «Об образовании в Российской Федерации» и предполагает внесени</w:t>
      </w:r>
      <w:r w:rsidR="00390EAC" w:rsidRPr="00CD530C">
        <w:rPr>
          <w:rFonts w:ascii="PT Astra Serif" w:hAnsi="PT Astra Serif"/>
          <w:b w:val="0"/>
          <w:sz w:val="28"/>
          <w:szCs w:val="28"/>
        </w:rPr>
        <w:t xml:space="preserve">е изменений в статью 2 </w:t>
      </w:r>
      <w:r w:rsidR="00446B91" w:rsidRPr="00CD530C">
        <w:rPr>
          <w:rFonts w:ascii="PT Astra Serif" w:hAnsi="PT Astra Serif"/>
          <w:b w:val="0"/>
          <w:sz w:val="28"/>
          <w:szCs w:val="28"/>
        </w:rPr>
        <w:t>З</w:t>
      </w:r>
      <w:r w:rsidR="00123F03" w:rsidRPr="00CD530C">
        <w:rPr>
          <w:rFonts w:ascii="PT Astra Serif" w:hAnsi="PT Astra Serif"/>
          <w:b w:val="0"/>
          <w:sz w:val="28"/>
          <w:szCs w:val="28"/>
        </w:rPr>
        <w:t>акон</w:t>
      </w:r>
      <w:r w:rsidR="00390EAC" w:rsidRPr="00CD530C">
        <w:rPr>
          <w:rFonts w:ascii="PT Astra Serif" w:hAnsi="PT Astra Serif"/>
          <w:b w:val="0"/>
          <w:sz w:val="28"/>
          <w:szCs w:val="28"/>
        </w:rPr>
        <w:t>а</w:t>
      </w:r>
      <w:r w:rsidR="00123F03" w:rsidRPr="00CD530C">
        <w:rPr>
          <w:rFonts w:ascii="PT Astra Serif" w:hAnsi="PT Astra Serif"/>
          <w:b w:val="0"/>
          <w:sz w:val="28"/>
          <w:szCs w:val="28"/>
        </w:rPr>
        <w:t xml:space="preserve"> Ульяновской области от 31</w:t>
      </w:r>
      <w:r w:rsidR="00446B91" w:rsidRPr="00CD530C">
        <w:rPr>
          <w:rFonts w:ascii="PT Astra Serif" w:hAnsi="PT Astra Serif"/>
          <w:b w:val="0"/>
          <w:sz w:val="28"/>
          <w:szCs w:val="28"/>
        </w:rPr>
        <w:t>.08.</w:t>
      </w:r>
      <w:r w:rsidR="00123F03" w:rsidRPr="00CD530C">
        <w:rPr>
          <w:rFonts w:ascii="PT Astra Serif" w:hAnsi="PT Astra Serif"/>
          <w:b w:val="0"/>
          <w:sz w:val="28"/>
          <w:szCs w:val="28"/>
        </w:rPr>
        <w:t>2013 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</w:t>
      </w:r>
      <w:r w:rsidR="00390EAC" w:rsidRPr="00CD530C">
        <w:rPr>
          <w:rFonts w:ascii="PT Astra Serif" w:hAnsi="PT Astra Serif"/>
          <w:b w:val="0"/>
          <w:sz w:val="28"/>
          <w:szCs w:val="28"/>
        </w:rPr>
        <w:t>.</w:t>
      </w:r>
    </w:p>
    <w:p w:rsidR="00390EAC" w:rsidRPr="00CD530C" w:rsidRDefault="00075F8B" w:rsidP="00390EAC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CD530C">
        <w:rPr>
          <w:rFonts w:ascii="PT Astra Serif" w:hAnsi="PT Astra Serif"/>
          <w:b w:val="0"/>
          <w:sz w:val="28"/>
          <w:szCs w:val="28"/>
        </w:rPr>
        <w:t xml:space="preserve">Действие настоящего законопроекта распространяется на правоотношения, возникающие в сфере образования </w:t>
      </w:r>
      <w:r w:rsidR="00390EAC" w:rsidRPr="00CD530C">
        <w:rPr>
          <w:rFonts w:ascii="PT Astra Serif" w:hAnsi="PT Astra Serif"/>
          <w:b w:val="0"/>
          <w:sz w:val="28"/>
          <w:szCs w:val="28"/>
        </w:rPr>
        <w:t>при предоставлении талантливым и одаренным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области, стипендий за счёт бюджетных ассигнований областного бюджета Ульяновской области.</w:t>
      </w:r>
    </w:p>
    <w:p w:rsidR="00075F8B" w:rsidRPr="00CD530C" w:rsidRDefault="00F439C6" w:rsidP="00390EAC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 xml:space="preserve">Данный проект направлен на совершенствование законодательной базы </w:t>
      </w:r>
      <w:r w:rsidR="00202BCD" w:rsidRPr="00CD530C">
        <w:rPr>
          <w:rFonts w:ascii="PT Astra Serif" w:hAnsi="PT Astra Serif" w:cs="Times New Roman"/>
          <w:sz w:val="28"/>
          <w:szCs w:val="28"/>
        </w:rPr>
        <w:br/>
      </w:r>
      <w:r w:rsidRPr="00CD530C">
        <w:rPr>
          <w:rFonts w:ascii="PT Astra Serif" w:hAnsi="PT Astra Serif" w:cs="Times New Roman"/>
          <w:sz w:val="28"/>
          <w:szCs w:val="28"/>
        </w:rPr>
        <w:t>в регионе.</w:t>
      </w:r>
      <w:r w:rsidR="00446B91" w:rsidRPr="00CD530C">
        <w:rPr>
          <w:rFonts w:ascii="PT Astra Serif" w:hAnsi="PT Astra Serif" w:cs="Times New Roman"/>
          <w:sz w:val="28"/>
          <w:szCs w:val="28"/>
        </w:rPr>
        <w:t xml:space="preserve"> Вносимые изменения </w:t>
      </w:r>
      <w:r w:rsidR="00075F8B" w:rsidRPr="00CD530C">
        <w:rPr>
          <w:rFonts w:ascii="PT Astra Serif" w:hAnsi="PT Astra Serif" w:cs="Times New Roman"/>
          <w:sz w:val="28"/>
          <w:szCs w:val="28"/>
        </w:rPr>
        <w:t xml:space="preserve">носят технический характер, т.к. направлены на </w:t>
      </w:r>
      <w:r w:rsidR="00075F8B" w:rsidRPr="00CD530C">
        <w:rPr>
          <w:rFonts w:ascii="PT Astra Serif" w:hAnsi="PT Astra Serif" w:cs="Times New Roman"/>
          <w:sz w:val="28"/>
          <w:szCs w:val="28"/>
        </w:rPr>
        <w:lastRenderedPageBreak/>
        <w:t>приведение формулировок, применяемых в указанн</w:t>
      </w:r>
      <w:r w:rsidR="00390EAC" w:rsidRPr="00CD530C">
        <w:rPr>
          <w:rFonts w:ascii="PT Astra Serif" w:hAnsi="PT Astra Serif" w:cs="Times New Roman"/>
          <w:sz w:val="28"/>
          <w:szCs w:val="28"/>
        </w:rPr>
        <w:t>ом</w:t>
      </w:r>
      <w:r w:rsidR="00075F8B" w:rsidRPr="00CD530C">
        <w:rPr>
          <w:rFonts w:ascii="PT Astra Serif" w:hAnsi="PT Astra Serif" w:cs="Times New Roman"/>
          <w:sz w:val="28"/>
          <w:szCs w:val="28"/>
        </w:rPr>
        <w:t xml:space="preserve"> выше законодательн</w:t>
      </w:r>
      <w:r w:rsidR="00390EAC" w:rsidRPr="00CD530C">
        <w:rPr>
          <w:rFonts w:ascii="PT Astra Serif" w:hAnsi="PT Astra Serif" w:cs="Times New Roman"/>
          <w:sz w:val="28"/>
          <w:szCs w:val="28"/>
        </w:rPr>
        <w:t>ом</w:t>
      </w:r>
      <w:r w:rsidR="00075F8B" w:rsidRPr="00CD530C">
        <w:rPr>
          <w:rFonts w:ascii="PT Astra Serif" w:hAnsi="PT Astra Serif" w:cs="Times New Roman"/>
          <w:sz w:val="28"/>
          <w:szCs w:val="28"/>
        </w:rPr>
        <w:t xml:space="preserve"> акт</w:t>
      </w:r>
      <w:r w:rsidR="00390EAC" w:rsidRPr="00CD530C">
        <w:rPr>
          <w:rFonts w:ascii="PT Astra Serif" w:hAnsi="PT Astra Serif" w:cs="Times New Roman"/>
          <w:sz w:val="28"/>
          <w:szCs w:val="28"/>
        </w:rPr>
        <w:t>е</w:t>
      </w:r>
      <w:r w:rsidR="00075F8B" w:rsidRPr="00CD530C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  <w:r w:rsidR="00390EAC" w:rsidRPr="00CD530C">
        <w:rPr>
          <w:rFonts w:ascii="PT Astra Serif" w:hAnsi="PT Astra Serif" w:cs="Times New Roman"/>
          <w:sz w:val="28"/>
          <w:szCs w:val="28"/>
        </w:rPr>
        <w:t>,</w:t>
      </w:r>
      <w:r w:rsidR="00075F8B" w:rsidRPr="00CD530C">
        <w:rPr>
          <w:rFonts w:ascii="PT Astra Serif" w:hAnsi="PT Astra Serif" w:cs="Times New Roman"/>
          <w:sz w:val="28"/>
          <w:szCs w:val="28"/>
        </w:rPr>
        <w:t xml:space="preserve"> в соответствие с Федеральным законом от 29.12.2022 № 631-ФЗ «О внесении изменений в Федеральный закон «Об образовании в Российской Федерации», а именно слова «свидетельство о государственной аккредитации» заменяются словами «сведения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программам».</w:t>
      </w:r>
    </w:p>
    <w:p w:rsidR="00075F8B" w:rsidRPr="00CD530C" w:rsidRDefault="00075F8B" w:rsidP="00390EAC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>Предполагается, что проектируемый проект закона Ульяновской области вступит в силу с 1 сентября 2023 года.</w:t>
      </w:r>
    </w:p>
    <w:p w:rsidR="00BE60A7" w:rsidRPr="00CD530C" w:rsidRDefault="00C97AF4" w:rsidP="00390EAC">
      <w:pPr>
        <w:tabs>
          <w:tab w:val="left" w:pos="108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>В разработке законопроекта принимали участие:</w:t>
      </w:r>
    </w:p>
    <w:p w:rsidR="00C97AF4" w:rsidRPr="00CD530C" w:rsidRDefault="00C97AF4" w:rsidP="00390EAC">
      <w:pPr>
        <w:tabs>
          <w:tab w:val="left" w:pos="108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 xml:space="preserve">Семенова Н.В. – Министр </w:t>
      </w:r>
      <w:r w:rsidR="006829F8" w:rsidRPr="00CD530C">
        <w:rPr>
          <w:rFonts w:ascii="PT Astra Serif" w:hAnsi="PT Astra Serif" w:cs="Times New Roman"/>
          <w:sz w:val="28"/>
          <w:szCs w:val="28"/>
        </w:rPr>
        <w:t>просвещения и воспитания</w:t>
      </w:r>
      <w:r w:rsidRPr="00CD530C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  <w:r w:rsidR="008D6EB6" w:rsidRPr="00CD530C">
        <w:rPr>
          <w:rFonts w:ascii="PT Astra Serif" w:hAnsi="PT Astra Serif" w:cs="Times New Roman"/>
          <w:sz w:val="28"/>
          <w:szCs w:val="28"/>
        </w:rPr>
        <w:t>;</w:t>
      </w:r>
    </w:p>
    <w:p w:rsidR="00446B91" w:rsidRPr="00CD530C" w:rsidRDefault="00446B91" w:rsidP="00390EAC">
      <w:pPr>
        <w:tabs>
          <w:tab w:val="left" w:pos="108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>Назырова А.М. – начальник отдела правового обеспечения Министерства просвещения и воспитания Ульяновской области;</w:t>
      </w:r>
    </w:p>
    <w:p w:rsidR="00502594" w:rsidRPr="00CD530C" w:rsidRDefault="00C97AF4" w:rsidP="00390EAC">
      <w:pPr>
        <w:tabs>
          <w:tab w:val="left" w:pos="108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 xml:space="preserve">Петрякова Т.Н. – референт департамента профессионального образования Министерства </w:t>
      </w:r>
      <w:r w:rsidR="006829F8" w:rsidRPr="00CD530C">
        <w:rPr>
          <w:rFonts w:ascii="PT Astra Serif" w:hAnsi="PT Astra Serif" w:cs="Times New Roman"/>
          <w:sz w:val="28"/>
          <w:szCs w:val="28"/>
        </w:rPr>
        <w:t xml:space="preserve">просвещения и воспитания </w:t>
      </w:r>
      <w:r w:rsidRPr="00CD530C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446B91" w:rsidRPr="00CD530C">
        <w:rPr>
          <w:rFonts w:ascii="PT Astra Serif" w:hAnsi="PT Astra Serif" w:cs="Times New Roman"/>
          <w:sz w:val="28"/>
          <w:szCs w:val="28"/>
        </w:rPr>
        <w:t>;</w:t>
      </w:r>
    </w:p>
    <w:p w:rsidR="00446B91" w:rsidRPr="00CD530C" w:rsidRDefault="00446B91" w:rsidP="00390EAC">
      <w:pPr>
        <w:tabs>
          <w:tab w:val="left" w:pos="1080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>Кавкайкина М.Ю. – консультант отдела правового обеспечения Министерства просвещения и воспитания Ульяновской области.</w:t>
      </w:r>
    </w:p>
    <w:p w:rsidR="00502594" w:rsidRPr="00CD530C" w:rsidRDefault="00502594" w:rsidP="00075F8B">
      <w:pPr>
        <w:tabs>
          <w:tab w:val="left" w:pos="1080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97AF4" w:rsidRPr="00CD530C" w:rsidRDefault="00C97AF4" w:rsidP="0053729E">
      <w:pPr>
        <w:tabs>
          <w:tab w:val="left" w:pos="1080"/>
        </w:tabs>
        <w:spacing w:after="0" w:line="240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</w:p>
    <w:p w:rsidR="00390EAC" w:rsidRPr="00CD530C" w:rsidRDefault="00390EAC" w:rsidP="0053729E">
      <w:pPr>
        <w:tabs>
          <w:tab w:val="left" w:pos="1080"/>
        </w:tabs>
        <w:spacing w:after="0" w:line="240" w:lineRule="auto"/>
        <w:ind w:firstLine="720"/>
        <w:jc w:val="both"/>
        <w:rPr>
          <w:rFonts w:ascii="PT Astra Serif" w:hAnsi="PT Astra Serif" w:cs="Times New Roman"/>
          <w:sz w:val="20"/>
          <w:szCs w:val="20"/>
        </w:rPr>
      </w:pPr>
    </w:p>
    <w:p w:rsidR="008D6EB6" w:rsidRPr="00CD530C" w:rsidRDefault="00BE60A7" w:rsidP="0053729E">
      <w:pPr>
        <w:tabs>
          <w:tab w:val="left" w:pos="1080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 xml:space="preserve">Министр </w:t>
      </w:r>
      <w:r w:rsidR="008D6EB6" w:rsidRPr="00CD530C">
        <w:rPr>
          <w:rFonts w:ascii="PT Astra Serif" w:hAnsi="PT Astra Serif" w:cs="Times New Roman"/>
          <w:sz w:val="28"/>
          <w:szCs w:val="28"/>
        </w:rPr>
        <w:t xml:space="preserve">просвещения и воспитания </w:t>
      </w:r>
    </w:p>
    <w:p w:rsidR="00CF289E" w:rsidRPr="00CD530C" w:rsidRDefault="00BE60A7" w:rsidP="0053729E">
      <w:pPr>
        <w:tabs>
          <w:tab w:val="left" w:pos="1080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D530C">
        <w:rPr>
          <w:rFonts w:ascii="PT Astra Serif" w:hAnsi="PT Astra Serif" w:cs="Times New Roman"/>
          <w:sz w:val="28"/>
          <w:szCs w:val="28"/>
        </w:rPr>
        <w:t>Ульяновской области</w:t>
      </w:r>
      <w:r w:rsidRPr="00CD530C">
        <w:rPr>
          <w:rFonts w:ascii="PT Astra Serif" w:hAnsi="PT Astra Serif" w:cs="Times New Roman"/>
          <w:sz w:val="28"/>
          <w:szCs w:val="28"/>
        </w:rPr>
        <w:tab/>
      </w:r>
      <w:r w:rsidRPr="00CD530C">
        <w:rPr>
          <w:rFonts w:ascii="PT Astra Serif" w:hAnsi="PT Astra Serif" w:cs="Times New Roman"/>
          <w:sz w:val="28"/>
          <w:szCs w:val="28"/>
        </w:rPr>
        <w:tab/>
      </w:r>
      <w:r w:rsidRPr="00CD530C">
        <w:rPr>
          <w:rFonts w:ascii="PT Astra Serif" w:hAnsi="PT Astra Serif" w:cs="Times New Roman"/>
          <w:sz w:val="28"/>
          <w:szCs w:val="28"/>
        </w:rPr>
        <w:tab/>
      </w:r>
      <w:r w:rsidRPr="00CD530C">
        <w:rPr>
          <w:rFonts w:ascii="PT Astra Serif" w:hAnsi="PT Astra Serif" w:cs="Times New Roman"/>
          <w:sz w:val="28"/>
          <w:szCs w:val="28"/>
        </w:rPr>
        <w:tab/>
      </w:r>
      <w:r w:rsidRPr="00CD530C">
        <w:rPr>
          <w:rFonts w:ascii="PT Astra Serif" w:hAnsi="PT Astra Serif" w:cs="Times New Roman"/>
          <w:sz w:val="28"/>
          <w:szCs w:val="28"/>
        </w:rPr>
        <w:tab/>
      </w:r>
      <w:r w:rsidRPr="00CD530C">
        <w:rPr>
          <w:rFonts w:ascii="PT Astra Serif" w:hAnsi="PT Astra Serif" w:cs="Times New Roman"/>
          <w:sz w:val="28"/>
          <w:szCs w:val="28"/>
        </w:rPr>
        <w:tab/>
      </w:r>
      <w:r w:rsidRPr="00CD530C">
        <w:rPr>
          <w:rFonts w:ascii="PT Astra Serif" w:hAnsi="PT Astra Serif" w:cs="Times New Roman"/>
          <w:sz w:val="28"/>
          <w:szCs w:val="28"/>
        </w:rPr>
        <w:tab/>
      </w:r>
      <w:proofErr w:type="gramStart"/>
      <w:r w:rsidRPr="00CD530C">
        <w:rPr>
          <w:rFonts w:ascii="PT Astra Serif" w:hAnsi="PT Astra Serif" w:cs="Times New Roman"/>
          <w:sz w:val="28"/>
          <w:szCs w:val="28"/>
        </w:rPr>
        <w:tab/>
      </w:r>
      <w:r w:rsidR="00A82790" w:rsidRPr="00CD530C">
        <w:rPr>
          <w:rFonts w:ascii="PT Astra Serif" w:hAnsi="PT Astra Serif" w:cs="Times New Roman"/>
          <w:sz w:val="28"/>
          <w:szCs w:val="28"/>
        </w:rPr>
        <w:t xml:space="preserve">  </w:t>
      </w:r>
      <w:proofErr w:type="spellStart"/>
      <w:r w:rsidR="00A82790" w:rsidRPr="00CD530C">
        <w:rPr>
          <w:rFonts w:ascii="PT Astra Serif" w:hAnsi="PT Astra Serif" w:cs="Times New Roman"/>
          <w:sz w:val="28"/>
          <w:szCs w:val="28"/>
        </w:rPr>
        <w:t>Н.В.Семенова</w:t>
      </w:r>
      <w:bookmarkEnd w:id="0"/>
      <w:proofErr w:type="spellEnd"/>
      <w:proofErr w:type="gramEnd"/>
    </w:p>
    <w:sectPr w:rsidR="00CF289E" w:rsidRPr="00CD530C" w:rsidSect="00390EA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B91" w:rsidRDefault="00446B91" w:rsidP="00705C1B">
      <w:pPr>
        <w:spacing w:after="0" w:line="240" w:lineRule="auto"/>
      </w:pPr>
      <w:r>
        <w:separator/>
      </w:r>
    </w:p>
  </w:endnote>
  <w:endnote w:type="continuationSeparator" w:id="0">
    <w:p w:rsidR="00446B91" w:rsidRDefault="00446B91" w:rsidP="0070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B91" w:rsidRDefault="00446B91" w:rsidP="00705C1B">
      <w:pPr>
        <w:spacing w:after="0" w:line="240" w:lineRule="auto"/>
      </w:pPr>
      <w:r>
        <w:separator/>
      </w:r>
    </w:p>
  </w:footnote>
  <w:footnote w:type="continuationSeparator" w:id="0">
    <w:p w:rsidR="00446B91" w:rsidRDefault="00446B91" w:rsidP="0070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381921"/>
    </w:sdtPr>
    <w:sdtEndPr>
      <w:rPr>
        <w:rFonts w:ascii="Times New Roman" w:hAnsi="Times New Roman" w:cs="Times New Roman"/>
        <w:sz w:val="24"/>
        <w:szCs w:val="24"/>
      </w:rPr>
    </w:sdtEndPr>
    <w:sdtContent>
      <w:p w:rsidR="00446B91" w:rsidRDefault="00446B91">
        <w:pPr>
          <w:pStyle w:val="a3"/>
          <w:jc w:val="center"/>
        </w:pPr>
        <w:r w:rsidRPr="00705C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5C1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53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6B91" w:rsidRDefault="00446B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4FFC"/>
    <w:multiLevelType w:val="hybridMultilevel"/>
    <w:tmpl w:val="F4EED8FE"/>
    <w:lvl w:ilvl="0" w:tplc="D99E0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E96722"/>
    <w:multiLevelType w:val="hybridMultilevel"/>
    <w:tmpl w:val="B680F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E5"/>
    <w:rsid w:val="00011891"/>
    <w:rsid w:val="000166E5"/>
    <w:rsid w:val="00020B42"/>
    <w:rsid w:val="00053F5B"/>
    <w:rsid w:val="000568D1"/>
    <w:rsid w:val="00075F8B"/>
    <w:rsid w:val="000838A4"/>
    <w:rsid w:val="00095E06"/>
    <w:rsid w:val="000A3A21"/>
    <w:rsid w:val="000B19C7"/>
    <w:rsid w:val="000B3BD6"/>
    <w:rsid w:val="000D03C2"/>
    <w:rsid w:val="000F4F51"/>
    <w:rsid w:val="00103430"/>
    <w:rsid w:val="00106582"/>
    <w:rsid w:val="00123C0A"/>
    <w:rsid w:val="00123F03"/>
    <w:rsid w:val="001343D4"/>
    <w:rsid w:val="0015691F"/>
    <w:rsid w:val="0017249F"/>
    <w:rsid w:val="00184E7B"/>
    <w:rsid w:val="00186A32"/>
    <w:rsid w:val="00190F7D"/>
    <w:rsid w:val="001C3A89"/>
    <w:rsid w:val="001E77DF"/>
    <w:rsid w:val="001F5F18"/>
    <w:rsid w:val="00202BCD"/>
    <w:rsid w:val="002230DC"/>
    <w:rsid w:val="0023173B"/>
    <w:rsid w:val="00261B1A"/>
    <w:rsid w:val="00270F71"/>
    <w:rsid w:val="00276424"/>
    <w:rsid w:val="002804EB"/>
    <w:rsid w:val="002F28E6"/>
    <w:rsid w:val="00350573"/>
    <w:rsid w:val="00353B4B"/>
    <w:rsid w:val="003714B5"/>
    <w:rsid w:val="0037592F"/>
    <w:rsid w:val="003872D1"/>
    <w:rsid w:val="003902D5"/>
    <w:rsid w:val="00390EAC"/>
    <w:rsid w:val="003B59C5"/>
    <w:rsid w:val="003E76EA"/>
    <w:rsid w:val="00401C64"/>
    <w:rsid w:val="00403285"/>
    <w:rsid w:val="00407312"/>
    <w:rsid w:val="00407D93"/>
    <w:rsid w:val="004231A8"/>
    <w:rsid w:val="00441433"/>
    <w:rsid w:val="00446B91"/>
    <w:rsid w:val="00465A8A"/>
    <w:rsid w:val="00470F54"/>
    <w:rsid w:val="0049031D"/>
    <w:rsid w:val="004915A1"/>
    <w:rsid w:val="004957DE"/>
    <w:rsid w:val="004A3D2A"/>
    <w:rsid w:val="004C15B0"/>
    <w:rsid w:val="004C56D6"/>
    <w:rsid w:val="004E548D"/>
    <w:rsid w:val="004F2FF0"/>
    <w:rsid w:val="005024C5"/>
    <w:rsid w:val="00502594"/>
    <w:rsid w:val="005300A0"/>
    <w:rsid w:val="0053729E"/>
    <w:rsid w:val="00551C03"/>
    <w:rsid w:val="0056175A"/>
    <w:rsid w:val="0056321E"/>
    <w:rsid w:val="00574B67"/>
    <w:rsid w:val="0058419D"/>
    <w:rsid w:val="00590CFC"/>
    <w:rsid w:val="00593B44"/>
    <w:rsid w:val="005A3FB1"/>
    <w:rsid w:val="005C024A"/>
    <w:rsid w:val="005E000E"/>
    <w:rsid w:val="006215BF"/>
    <w:rsid w:val="00636335"/>
    <w:rsid w:val="006445EA"/>
    <w:rsid w:val="00655B7B"/>
    <w:rsid w:val="00660810"/>
    <w:rsid w:val="00670BBF"/>
    <w:rsid w:val="00676E3C"/>
    <w:rsid w:val="006829F8"/>
    <w:rsid w:val="006906BC"/>
    <w:rsid w:val="006928FE"/>
    <w:rsid w:val="006E77AD"/>
    <w:rsid w:val="006F72B6"/>
    <w:rsid w:val="00705C1B"/>
    <w:rsid w:val="007119B7"/>
    <w:rsid w:val="00716A5F"/>
    <w:rsid w:val="00720C97"/>
    <w:rsid w:val="00734173"/>
    <w:rsid w:val="00744CAA"/>
    <w:rsid w:val="007501C5"/>
    <w:rsid w:val="007531E0"/>
    <w:rsid w:val="00762076"/>
    <w:rsid w:val="00770891"/>
    <w:rsid w:val="00777727"/>
    <w:rsid w:val="00795CFD"/>
    <w:rsid w:val="007B2B1E"/>
    <w:rsid w:val="007C097B"/>
    <w:rsid w:val="007D38C1"/>
    <w:rsid w:val="007F4E85"/>
    <w:rsid w:val="0080007A"/>
    <w:rsid w:val="00815732"/>
    <w:rsid w:val="00822FE8"/>
    <w:rsid w:val="0084410F"/>
    <w:rsid w:val="008476A1"/>
    <w:rsid w:val="008B63AE"/>
    <w:rsid w:val="008D1851"/>
    <w:rsid w:val="008D6EB6"/>
    <w:rsid w:val="008F794E"/>
    <w:rsid w:val="00904B28"/>
    <w:rsid w:val="00931519"/>
    <w:rsid w:val="009438BE"/>
    <w:rsid w:val="00950E13"/>
    <w:rsid w:val="0095191F"/>
    <w:rsid w:val="00952B1F"/>
    <w:rsid w:val="0096763D"/>
    <w:rsid w:val="009700ED"/>
    <w:rsid w:val="00985A9B"/>
    <w:rsid w:val="00991444"/>
    <w:rsid w:val="009C172F"/>
    <w:rsid w:val="009C65DF"/>
    <w:rsid w:val="009D5EBB"/>
    <w:rsid w:val="00A003E4"/>
    <w:rsid w:val="00A13C12"/>
    <w:rsid w:val="00A36084"/>
    <w:rsid w:val="00A6339A"/>
    <w:rsid w:val="00A6616C"/>
    <w:rsid w:val="00A71FAE"/>
    <w:rsid w:val="00A82790"/>
    <w:rsid w:val="00A922D6"/>
    <w:rsid w:val="00A95C47"/>
    <w:rsid w:val="00A9729E"/>
    <w:rsid w:val="00AA2026"/>
    <w:rsid w:val="00AC0C97"/>
    <w:rsid w:val="00AF16A1"/>
    <w:rsid w:val="00B0331B"/>
    <w:rsid w:val="00B15724"/>
    <w:rsid w:val="00B20877"/>
    <w:rsid w:val="00B33DF3"/>
    <w:rsid w:val="00B7536A"/>
    <w:rsid w:val="00B8789E"/>
    <w:rsid w:val="00BB65BF"/>
    <w:rsid w:val="00BC252C"/>
    <w:rsid w:val="00BC613F"/>
    <w:rsid w:val="00BD5BD5"/>
    <w:rsid w:val="00BE60A7"/>
    <w:rsid w:val="00C055D8"/>
    <w:rsid w:val="00C116E2"/>
    <w:rsid w:val="00C20A35"/>
    <w:rsid w:val="00C60EF8"/>
    <w:rsid w:val="00C663FE"/>
    <w:rsid w:val="00C97AF4"/>
    <w:rsid w:val="00CB529C"/>
    <w:rsid w:val="00CD530C"/>
    <w:rsid w:val="00CE742A"/>
    <w:rsid w:val="00CF289E"/>
    <w:rsid w:val="00D165CE"/>
    <w:rsid w:val="00D90D8D"/>
    <w:rsid w:val="00DA7163"/>
    <w:rsid w:val="00DB1F75"/>
    <w:rsid w:val="00DC1BA6"/>
    <w:rsid w:val="00DD14C0"/>
    <w:rsid w:val="00DE6021"/>
    <w:rsid w:val="00DE7CF7"/>
    <w:rsid w:val="00DF2B0E"/>
    <w:rsid w:val="00E0160C"/>
    <w:rsid w:val="00E26A8A"/>
    <w:rsid w:val="00E4621F"/>
    <w:rsid w:val="00E52FE9"/>
    <w:rsid w:val="00E61FFF"/>
    <w:rsid w:val="00E84772"/>
    <w:rsid w:val="00E93B5F"/>
    <w:rsid w:val="00EA57B2"/>
    <w:rsid w:val="00F06140"/>
    <w:rsid w:val="00F2366B"/>
    <w:rsid w:val="00F25C48"/>
    <w:rsid w:val="00F439C6"/>
    <w:rsid w:val="00F54A47"/>
    <w:rsid w:val="00F76EDF"/>
    <w:rsid w:val="00F9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2CE99-BA09-4FF8-A2EC-91E9C1B9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6E5"/>
  </w:style>
  <w:style w:type="paragraph" w:styleId="1">
    <w:name w:val="heading 1"/>
    <w:basedOn w:val="a"/>
    <w:link w:val="10"/>
    <w:uiPriority w:val="9"/>
    <w:qFormat/>
    <w:rsid w:val="00E93B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B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5C1B"/>
  </w:style>
  <w:style w:type="paragraph" w:styleId="a5">
    <w:name w:val="footer"/>
    <w:basedOn w:val="a"/>
    <w:link w:val="a6"/>
    <w:uiPriority w:val="99"/>
    <w:semiHidden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5C1B"/>
  </w:style>
  <w:style w:type="paragraph" w:customStyle="1" w:styleId="11">
    <w:name w:val="Знак1 Знак Знак Знак"/>
    <w:basedOn w:val="a"/>
    <w:rsid w:val="00DB1F75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table" w:styleId="a7">
    <w:name w:val="Table Grid"/>
    <w:basedOn w:val="a1"/>
    <w:uiPriority w:val="59"/>
    <w:rsid w:val="002230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7F4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t1">
    <w:name w:val="st1"/>
    <w:basedOn w:val="a0"/>
    <w:rsid w:val="0056175A"/>
  </w:style>
  <w:style w:type="paragraph" w:styleId="a8">
    <w:name w:val="Balloon Text"/>
    <w:basedOn w:val="a"/>
    <w:link w:val="a9"/>
    <w:uiPriority w:val="99"/>
    <w:semiHidden/>
    <w:unhideWhenUsed/>
    <w:rsid w:val="008B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3A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DC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CA6C2-4E71-4F51-BC36-A8C2E1D0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3E5BBDA9</Template>
  <TotalTime>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Юрьевна Кавкайкина</cp:lastModifiedBy>
  <cp:revision>3</cp:revision>
  <cp:lastPrinted>2017-04-07T10:45:00Z</cp:lastPrinted>
  <dcterms:created xsi:type="dcterms:W3CDTF">2023-01-24T08:42:00Z</dcterms:created>
  <dcterms:modified xsi:type="dcterms:W3CDTF">2023-01-30T12:39:00Z</dcterms:modified>
</cp:coreProperties>
</file>